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1AC2" w:rsidRPr="001A40E2" w:rsidRDefault="00F8592B" w:rsidP="00201AC2">
      <w:pPr>
        <w:spacing w:after="180"/>
        <w:rPr>
          <w:b/>
          <w:sz w:val="44"/>
          <w:szCs w:val="44"/>
        </w:rPr>
      </w:pPr>
      <w:r w:rsidRPr="00F8592B">
        <w:rPr>
          <w:b/>
          <w:sz w:val="44"/>
          <w:szCs w:val="44"/>
        </w:rPr>
        <w:t>Double refraction</w:t>
      </w:r>
    </w:p>
    <w:p w:rsidR="00201AC2" w:rsidRDefault="00201AC2" w:rsidP="00201AC2">
      <w:pPr>
        <w:spacing w:after="180"/>
      </w:pPr>
    </w:p>
    <w:p w:rsidR="002C19DD" w:rsidRPr="002C19DD" w:rsidRDefault="002C19DD" w:rsidP="002C19DD">
      <w:pPr>
        <w:spacing w:after="240"/>
      </w:pPr>
      <w:r w:rsidRPr="002C19DD">
        <w:rPr>
          <w:lang w:val="en-US"/>
        </w:rPr>
        <w:t>Red light refracts twice as it passes through this prism.</w:t>
      </w:r>
    </w:p>
    <w:p w:rsidR="00201AC2" w:rsidRDefault="002C19DD" w:rsidP="002C19DD">
      <w:pPr>
        <w:spacing w:after="360"/>
        <w:jc w:val="center"/>
        <w:rPr>
          <w:szCs w:val="18"/>
        </w:rPr>
      </w:pPr>
      <w:r>
        <w:rPr>
          <w:noProof/>
          <w:szCs w:val="18"/>
        </w:rPr>
        <w:drawing>
          <wp:inline distT="0" distB="0" distL="0" distR="0" wp14:anchorId="32A9EC92">
            <wp:extent cx="2838090" cy="1291921"/>
            <wp:effectExtent l="0" t="0" r="635" b="381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38090" cy="1291921"/>
                    </a:xfrm>
                    <a:prstGeom prst="rect">
                      <a:avLst/>
                    </a:prstGeom>
                    <a:noFill/>
                  </pic:spPr>
                </pic:pic>
              </a:graphicData>
            </a:graphic>
          </wp:inline>
        </w:drawing>
      </w:r>
    </w:p>
    <w:p w:rsidR="00535269" w:rsidRPr="00F640F1" w:rsidRDefault="00F640F1" w:rsidP="002C19DD">
      <w:pPr>
        <w:spacing w:before="600" w:after="120"/>
        <w:ind w:left="425" w:hanging="425"/>
        <w:rPr>
          <w:sz w:val="28"/>
          <w:szCs w:val="18"/>
          <w:lang w:val="en-US"/>
        </w:rPr>
      </w:pPr>
      <w:r w:rsidRPr="00F640F1">
        <w:rPr>
          <w:b/>
          <w:sz w:val="28"/>
          <w:szCs w:val="18"/>
          <w:lang w:val="en-US"/>
        </w:rPr>
        <w:t>a</w:t>
      </w:r>
      <w:r w:rsidR="00535269" w:rsidRPr="00F640F1">
        <w:rPr>
          <w:b/>
          <w:sz w:val="28"/>
          <w:szCs w:val="18"/>
          <w:lang w:val="en-US"/>
        </w:rPr>
        <w:t>.</w:t>
      </w:r>
      <w:r w:rsidR="00535269" w:rsidRPr="00F640F1">
        <w:rPr>
          <w:sz w:val="28"/>
          <w:szCs w:val="18"/>
          <w:lang w:val="en-US"/>
        </w:rPr>
        <w:t xml:space="preserve">  </w:t>
      </w:r>
      <w:r w:rsidRPr="00F640F1">
        <w:rPr>
          <w:sz w:val="28"/>
          <w:szCs w:val="18"/>
          <w:lang w:val="en-US"/>
        </w:rPr>
        <w:tab/>
      </w:r>
      <w:r w:rsidR="002C19DD" w:rsidRPr="002C19DD">
        <w:rPr>
          <w:sz w:val="28"/>
          <w:szCs w:val="18"/>
          <w:lang w:val="en-US"/>
        </w:rPr>
        <w:t>How does blue light refract through the same prism?</w:t>
      </w:r>
    </w:p>
    <w:p w:rsidR="00535269" w:rsidRDefault="002C19DD" w:rsidP="002C19DD">
      <w:pPr>
        <w:spacing w:after="360"/>
        <w:jc w:val="center"/>
        <w:rPr>
          <w:szCs w:val="18"/>
          <w:lang w:val="en-US"/>
        </w:rPr>
      </w:pPr>
      <w:r>
        <w:rPr>
          <w:noProof/>
          <w:szCs w:val="18"/>
          <w:lang w:val="en-US"/>
        </w:rPr>
        <w:drawing>
          <wp:inline distT="0" distB="0" distL="0" distR="0" wp14:anchorId="24365056">
            <wp:extent cx="5158404" cy="2398143"/>
            <wp:effectExtent l="0" t="0" r="4445" b="254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52054" cy="2441681"/>
                    </a:xfrm>
                    <a:prstGeom prst="rect">
                      <a:avLst/>
                    </a:prstGeom>
                    <a:noFill/>
                  </pic:spPr>
                </pic:pic>
              </a:graphicData>
            </a:graphic>
          </wp:inline>
        </w:drawing>
      </w:r>
    </w:p>
    <w:p w:rsidR="00535269" w:rsidRPr="002C19DD" w:rsidRDefault="00F640F1" w:rsidP="002C19DD">
      <w:pPr>
        <w:spacing w:before="480" w:after="120"/>
        <w:ind w:left="425" w:hanging="425"/>
        <w:rPr>
          <w:sz w:val="28"/>
        </w:rPr>
      </w:pPr>
      <w:r w:rsidRPr="002C19DD">
        <w:rPr>
          <w:b/>
          <w:sz w:val="28"/>
          <w:szCs w:val="18"/>
          <w:lang w:val="en-US"/>
        </w:rPr>
        <w:t>b</w:t>
      </w:r>
      <w:r w:rsidR="00535269" w:rsidRPr="002C19DD">
        <w:rPr>
          <w:b/>
          <w:sz w:val="28"/>
          <w:szCs w:val="18"/>
          <w:lang w:val="en-US"/>
        </w:rPr>
        <w:t>.</w:t>
      </w:r>
      <w:r w:rsidR="00535269" w:rsidRPr="002C19DD">
        <w:rPr>
          <w:sz w:val="28"/>
          <w:szCs w:val="18"/>
          <w:lang w:val="en-US"/>
        </w:rPr>
        <w:t xml:space="preserve">  </w:t>
      </w:r>
      <w:r w:rsidRPr="002C19DD">
        <w:rPr>
          <w:sz w:val="28"/>
          <w:szCs w:val="18"/>
          <w:lang w:val="en-US"/>
        </w:rPr>
        <w:tab/>
      </w:r>
      <w:r w:rsidR="005813A9" w:rsidRPr="002C19DD">
        <w:rPr>
          <w:sz w:val="28"/>
          <w:lang w:val="en-US"/>
        </w:rPr>
        <w:t>What is the best reason for your last answer?</w:t>
      </w:r>
    </w:p>
    <w:p w:rsidR="00535269" w:rsidRPr="00F640F1" w:rsidRDefault="00535269" w:rsidP="00F640F1">
      <w:pPr>
        <w:spacing w:after="240"/>
        <w:ind w:left="425"/>
        <w:rPr>
          <w:i/>
          <w:szCs w:val="18"/>
        </w:rPr>
      </w:pPr>
      <w:r w:rsidRPr="00F640F1">
        <w:rPr>
          <w:i/>
        </w:rPr>
        <w:t>Put a tick (</w:t>
      </w:r>
      <w:r w:rsidRPr="00F640F1">
        <w:rPr>
          <w:i/>
        </w:rPr>
        <w:sym w:font="Wingdings" w:char="F0FC"/>
      </w:r>
      <w:r w:rsidRPr="00F640F1">
        <w:rPr>
          <w:i/>
        </w:rPr>
        <w:t>) in the box next to the best answer.</w:t>
      </w:r>
    </w:p>
    <w:tbl>
      <w:tblPr>
        <w:tblW w:w="8789" w:type="dxa"/>
        <w:tblInd w:w="142" w:type="dxa"/>
        <w:tblLayout w:type="fixed"/>
        <w:tblLook w:val="01E0" w:firstRow="1" w:lastRow="1" w:firstColumn="1" w:lastColumn="1" w:noHBand="0" w:noVBand="0"/>
      </w:tblPr>
      <w:tblGrid>
        <w:gridCol w:w="567"/>
        <w:gridCol w:w="7655"/>
        <w:gridCol w:w="567"/>
      </w:tblGrid>
      <w:tr w:rsidR="00535269" w:rsidRPr="00AE07E9" w:rsidTr="00677EDD">
        <w:trPr>
          <w:cantSplit/>
          <w:trHeight w:hRule="exact" w:val="567"/>
        </w:trPr>
        <w:tc>
          <w:tcPr>
            <w:tcW w:w="567" w:type="dxa"/>
            <w:vAlign w:val="center"/>
          </w:tcPr>
          <w:p w:rsidR="00535269" w:rsidRPr="002C19DD" w:rsidRDefault="00535269" w:rsidP="00677EDD">
            <w:pPr>
              <w:tabs>
                <w:tab w:val="right" w:leader="dot" w:pos="8680"/>
              </w:tabs>
              <w:jc w:val="center"/>
              <w:rPr>
                <w:rFonts w:eastAsia="Times New Roman" w:cs="Times New Roman"/>
                <w:b/>
                <w:lang w:eastAsia="en-GB"/>
              </w:rPr>
            </w:pPr>
            <w:r w:rsidRPr="002C19DD">
              <w:rPr>
                <w:rFonts w:eastAsia="Times New Roman" w:cs="Times New Roman"/>
                <w:b/>
                <w:lang w:eastAsia="en-GB"/>
              </w:rPr>
              <w:t>A</w:t>
            </w:r>
          </w:p>
        </w:tc>
        <w:tc>
          <w:tcPr>
            <w:tcW w:w="7655" w:type="dxa"/>
            <w:tcBorders>
              <w:right w:val="single" w:sz="4" w:space="0" w:color="auto"/>
            </w:tcBorders>
            <w:vAlign w:val="center"/>
          </w:tcPr>
          <w:p w:rsidR="00535269" w:rsidRPr="002C19DD" w:rsidRDefault="002C19DD" w:rsidP="00677EDD">
            <w:pPr>
              <w:tabs>
                <w:tab w:val="right" w:leader="dot" w:pos="8680"/>
              </w:tabs>
            </w:pPr>
            <w:r w:rsidRPr="002C19DD">
              <w:t>At each boundary blue light changes speed more than red light.</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2C19DD" w:rsidRDefault="00535269" w:rsidP="00677EDD">
            <w:pPr>
              <w:tabs>
                <w:tab w:val="right" w:leader="dot" w:pos="8680"/>
              </w:tabs>
              <w:jc w:val="center"/>
              <w:rPr>
                <w:rFonts w:eastAsia="Times New Roman" w:cs="Times New Roman"/>
                <w:b/>
                <w:lang w:eastAsia="en-GB"/>
              </w:rPr>
            </w:pPr>
            <w:r w:rsidRPr="002C19DD">
              <w:rPr>
                <w:rFonts w:eastAsia="Times New Roman" w:cs="Times New Roman"/>
                <w:b/>
                <w:lang w:eastAsia="en-GB"/>
              </w:rPr>
              <w:t xml:space="preserve"> </w:t>
            </w:r>
          </w:p>
        </w:tc>
        <w:tc>
          <w:tcPr>
            <w:tcW w:w="7655" w:type="dxa"/>
          </w:tcPr>
          <w:p w:rsidR="00535269" w:rsidRPr="002C19DD"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2C19DD" w:rsidRDefault="00535269" w:rsidP="00677EDD">
            <w:pPr>
              <w:tabs>
                <w:tab w:val="right" w:leader="dot" w:pos="8680"/>
              </w:tabs>
              <w:jc w:val="center"/>
              <w:rPr>
                <w:rFonts w:eastAsia="Times New Roman" w:cs="Times New Roman"/>
                <w:b/>
                <w:lang w:eastAsia="en-GB"/>
              </w:rPr>
            </w:pPr>
            <w:r w:rsidRPr="002C19DD">
              <w:rPr>
                <w:rFonts w:eastAsia="Times New Roman" w:cs="Times New Roman"/>
                <w:b/>
                <w:lang w:eastAsia="en-GB"/>
              </w:rPr>
              <w:t>B</w:t>
            </w:r>
          </w:p>
        </w:tc>
        <w:tc>
          <w:tcPr>
            <w:tcW w:w="7655" w:type="dxa"/>
            <w:tcBorders>
              <w:right w:val="single" w:sz="4" w:space="0" w:color="auto"/>
            </w:tcBorders>
            <w:vAlign w:val="center"/>
          </w:tcPr>
          <w:p w:rsidR="00535269" w:rsidRPr="002C19DD" w:rsidRDefault="002C19DD" w:rsidP="00677EDD">
            <w:pPr>
              <w:tabs>
                <w:tab w:val="right" w:leader="dot" w:pos="8680"/>
              </w:tabs>
            </w:pPr>
            <w:r w:rsidRPr="002C19DD">
              <w:t xml:space="preserve">In </w:t>
            </w:r>
            <w:r>
              <w:t xml:space="preserve">both </w:t>
            </w:r>
            <w:r w:rsidRPr="002C19DD">
              <w:t>air and glass, red light moves faster than blue light.</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2C19DD" w:rsidRDefault="00535269" w:rsidP="00677EDD">
            <w:pPr>
              <w:tabs>
                <w:tab w:val="right" w:leader="dot" w:pos="8680"/>
              </w:tabs>
              <w:jc w:val="center"/>
              <w:rPr>
                <w:rFonts w:eastAsia="Times New Roman" w:cs="Times New Roman"/>
                <w:b/>
                <w:lang w:eastAsia="en-GB"/>
              </w:rPr>
            </w:pPr>
          </w:p>
        </w:tc>
        <w:tc>
          <w:tcPr>
            <w:tcW w:w="7655" w:type="dxa"/>
          </w:tcPr>
          <w:p w:rsidR="00535269" w:rsidRPr="002C19DD"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2C19DD" w:rsidRDefault="00535269" w:rsidP="00677EDD">
            <w:pPr>
              <w:tabs>
                <w:tab w:val="right" w:leader="dot" w:pos="8680"/>
              </w:tabs>
              <w:jc w:val="center"/>
              <w:rPr>
                <w:rFonts w:eastAsia="Times New Roman" w:cs="Times New Roman"/>
                <w:b/>
                <w:lang w:eastAsia="en-GB"/>
              </w:rPr>
            </w:pPr>
            <w:r w:rsidRPr="002C19DD">
              <w:rPr>
                <w:rFonts w:eastAsia="Times New Roman" w:cs="Times New Roman"/>
                <w:b/>
                <w:lang w:eastAsia="en-GB"/>
              </w:rPr>
              <w:t>C</w:t>
            </w:r>
          </w:p>
        </w:tc>
        <w:tc>
          <w:tcPr>
            <w:tcW w:w="7655" w:type="dxa"/>
            <w:tcBorders>
              <w:right w:val="single" w:sz="4" w:space="0" w:color="auto"/>
            </w:tcBorders>
            <w:vAlign w:val="center"/>
          </w:tcPr>
          <w:p w:rsidR="00535269" w:rsidRPr="002C19DD" w:rsidRDefault="002C19DD" w:rsidP="00677EDD">
            <w:pPr>
              <w:tabs>
                <w:tab w:val="right" w:leader="dot" w:pos="8680"/>
              </w:tabs>
            </w:pPr>
            <w:r w:rsidRPr="002C19DD">
              <w:t>In glass, blue light moves more slowly than red light.</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2C19DD" w:rsidRDefault="00535269" w:rsidP="00677EDD">
            <w:pPr>
              <w:tabs>
                <w:tab w:val="right" w:leader="dot" w:pos="8680"/>
              </w:tabs>
              <w:jc w:val="center"/>
              <w:rPr>
                <w:rFonts w:eastAsia="Times New Roman" w:cs="Times New Roman"/>
                <w:b/>
                <w:lang w:eastAsia="en-GB"/>
              </w:rPr>
            </w:pPr>
          </w:p>
        </w:tc>
        <w:tc>
          <w:tcPr>
            <w:tcW w:w="7655" w:type="dxa"/>
          </w:tcPr>
          <w:p w:rsidR="00535269" w:rsidRPr="002C19DD"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2C19DD" w:rsidRDefault="00535269" w:rsidP="00677EDD">
            <w:pPr>
              <w:tabs>
                <w:tab w:val="right" w:leader="dot" w:pos="8680"/>
              </w:tabs>
              <w:jc w:val="center"/>
              <w:rPr>
                <w:rFonts w:eastAsia="Times New Roman" w:cs="Times New Roman"/>
                <w:b/>
                <w:lang w:eastAsia="en-GB"/>
              </w:rPr>
            </w:pPr>
            <w:r w:rsidRPr="002C19DD">
              <w:rPr>
                <w:rFonts w:eastAsia="Times New Roman" w:cs="Times New Roman"/>
                <w:b/>
                <w:lang w:eastAsia="en-GB"/>
              </w:rPr>
              <w:t>D</w:t>
            </w:r>
          </w:p>
        </w:tc>
        <w:tc>
          <w:tcPr>
            <w:tcW w:w="7655" w:type="dxa"/>
            <w:tcBorders>
              <w:right w:val="single" w:sz="4" w:space="0" w:color="auto"/>
            </w:tcBorders>
            <w:vAlign w:val="center"/>
          </w:tcPr>
          <w:p w:rsidR="00535269" w:rsidRPr="002C19DD" w:rsidRDefault="002C19DD" w:rsidP="00677EDD">
            <w:pPr>
              <w:tabs>
                <w:tab w:val="right" w:leader="dot" w:pos="8680"/>
              </w:tabs>
            </w:pPr>
            <w:r w:rsidRPr="002C19DD">
              <w:t>All colours of light travel at the same speed.</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022FE0" w:rsidRPr="006F3279" w:rsidRDefault="00022FE0" w:rsidP="00022FE0">
      <w:pPr>
        <w:spacing w:after="240"/>
        <w:rPr>
          <w:i/>
          <w:sz w:val="18"/>
          <w:szCs w:val="18"/>
        </w:rPr>
      </w:pPr>
      <w:r w:rsidRPr="00B40505">
        <w:rPr>
          <w:i/>
          <w:sz w:val="18"/>
          <w:szCs w:val="18"/>
        </w:rPr>
        <w:lastRenderedPageBreak/>
        <w:t xml:space="preserve">Physics &gt; Big idea PSL: Sound, light and waves &gt; Topic PSL6: Wave properties of light &gt; Key concept PSL6.1: </w:t>
      </w:r>
      <w:r w:rsidR="001F2A78">
        <w:rPr>
          <w:i/>
          <w:sz w:val="18"/>
          <w:szCs w:val="18"/>
        </w:rPr>
        <w:t>R</w:t>
      </w:r>
      <w:bookmarkStart w:id="0" w:name="_GoBack"/>
      <w:bookmarkEnd w:id="0"/>
      <w:r w:rsidR="002E432C">
        <w:rPr>
          <w:i/>
          <w:sz w:val="18"/>
          <w:szCs w:val="18"/>
        </w:rPr>
        <w:t xml:space="preserve">efraction and </w:t>
      </w:r>
      <w:r>
        <w:rPr>
          <w:i/>
          <w:sz w:val="18"/>
          <w:szCs w:val="18"/>
        </w:rPr>
        <w:t>dispersion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022FE0" w:rsidP="006F3279">
            <w:pPr>
              <w:spacing w:after="60"/>
              <w:ind w:left="1304"/>
              <w:rPr>
                <w:b/>
                <w:sz w:val="40"/>
                <w:szCs w:val="40"/>
              </w:rPr>
            </w:pPr>
            <w:r w:rsidRPr="00022FE0">
              <w:rPr>
                <w:b/>
                <w:sz w:val="40"/>
                <w:szCs w:val="40"/>
              </w:rPr>
              <w:t>Double refraction</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022FE0" w:rsidP="0007651D">
            <w:pPr>
              <w:spacing w:before="60" w:after="60"/>
            </w:pPr>
            <w:r w:rsidRPr="00022FE0">
              <w:t>The frequency of a light wave determines the colour of the light. When light refracts at a boundary, the size of the angle by which each different colour changes direction is different.</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022FE0" w:rsidP="0007651D">
            <w:pPr>
              <w:spacing w:before="60" w:after="60"/>
              <w:rPr>
                <w:b/>
              </w:rPr>
            </w:pPr>
            <w:r w:rsidRPr="00022FE0">
              <w:t>Predict how blue light refracts as it passes through a prism with three 60</w:t>
            </w:r>
            <w:r w:rsidRPr="00022FE0">
              <w:rPr>
                <w:vertAlign w:val="superscript"/>
              </w:rPr>
              <w:t>o</w:t>
            </w:r>
            <w:r w:rsidRPr="00022FE0">
              <w:t xml:space="preserve"> angles.</w:t>
            </w:r>
          </w:p>
        </w:tc>
      </w:tr>
      <w:tr w:rsidR="000505CA" w:rsidTr="003F16F9">
        <w:trPr>
          <w:trHeight w:val="340"/>
        </w:trPr>
        <w:tc>
          <w:tcPr>
            <w:tcW w:w="2196" w:type="dxa"/>
          </w:tcPr>
          <w:p w:rsidR="000505CA" w:rsidRPr="00022FE0" w:rsidRDefault="00AA5B77" w:rsidP="000505CA">
            <w:pPr>
              <w:spacing w:before="60" w:after="60"/>
            </w:pPr>
            <w:r w:rsidRPr="00022FE0">
              <w:t>Question</w:t>
            </w:r>
            <w:r w:rsidR="000505CA" w:rsidRPr="00022FE0">
              <w:t xml:space="preserve"> type:</w:t>
            </w:r>
          </w:p>
        </w:tc>
        <w:tc>
          <w:tcPr>
            <w:tcW w:w="6820" w:type="dxa"/>
          </w:tcPr>
          <w:p w:rsidR="000505CA" w:rsidRPr="00022FE0" w:rsidRDefault="0071690F" w:rsidP="00535269">
            <w:pPr>
              <w:spacing w:before="60" w:after="60"/>
            </w:pPr>
            <w:r w:rsidRPr="00022FE0">
              <w:t>T</w:t>
            </w:r>
            <w:r w:rsidR="00535269" w:rsidRPr="00022FE0">
              <w:t>wo-tier multiple choice</w:t>
            </w:r>
          </w:p>
        </w:tc>
      </w:tr>
      <w:tr w:rsidR="000505CA" w:rsidTr="003F16F9">
        <w:trPr>
          <w:trHeight w:val="340"/>
        </w:trPr>
        <w:tc>
          <w:tcPr>
            <w:tcW w:w="2196" w:type="dxa"/>
          </w:tcPr>
          <w:p w:rsidR="000505CA" w:rsidRPr="00022FE0" w:rsidRDefault="000505CA" w:rsidP="000505CA">
            <w:pPr>
              <w:spacing w:before="60" w:after="60"/>
            </w:pPr>
            <w:r w:rsidRPr="00022FE0">
              <w:t>Key words:</w:t>
            </w:r>
          </w:p>
        </w:tc>
        <w:tc>
          <w:tcPr>
            <w:tcW w:w="6820" w:type="dxa"/>
            <w:tcBorders>
              <w:bottom w:val="dotted" w:sz="4" w:space="0" w:color="auto"/>
            </w:tcBorders>
          </w:tcPr>
          <w:p w:rsidR="000505CA" w:rsidRPr="00022FE0" w:rsidRDefault="00022FE0" w:rsidP="000505CA">
            <w:pPr>
              <w:spacing w:before="60" w:after="60"/>
            </w:pPr>
            <w:r w:rsidRPr="00022FE0">
              <w:t>Refraction, refract</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1B3773" w:rsidRDefault="001B3773" w:rsidP="001B3773">
      <w:pPr>
        <w:spacing w:after="180"/>
      </w:pPr>
      <w:bookmarkStart w:id="1" w:name="_Hlk71104455"/>
      <w:r>
        <w:t xml:space="preserve">The speed of a </w:t>
      </w:r>
      <w:r w:rsidR="0098356B">
        <w:t xml:space="preserve">mechanical </w:t>
      </w:r>
      <w:r>
        <w:t xml:space="preserve">wave depends on the properties of the medium it is passing through and is independent of the wave’s frequency or the size of disturbance (amplitude). In a study of (n=598) students aged 15 to 16, </w:t>
      </w:r>
      <w:r>
        <w:rPr>
          <w:noProof/>
        </w:rPr>
        <w:t>Caleon and Subramaniam</w:t>
      </w:r>
      <w:r>
        <w:t xml:space="preserve"> </w:t>
      </w:r>
      <w:r>
        <w:fldChar w:fldCharType="begin"/>
      </w:r>
      <w:r>
        <w:instrText xml:space="preserve"> ADDIN EN.CITE &lt;EndNote&gt;&lt;Cite ExcludeAuth="1"&gt;&lt;Author&gt;Caleon&lt;/Author&gt;&lt;Year&gt;2010&lt;/Year&gt;&lt;IDText&gt;So Students Know What They Know and What They Don&amp;apos;t Know? Using a Four-Tier Diagnostic Test to Assess the Nature of Students&amp;apos; Alternative Conceptions&lt;/IDText&gt;&lt;DisplayText&gt;(2010)&lt;/DisplayText&gt;&lt;record&gt;&lt;titles&gt;&lt;title&gt;So Students Know What They Know and What They Don&amp;apos;t Know? Using a Four-Tier Diagnostic Test to Assess the Nature of Students&amp;apos; Alternative Conceptions&lt;/title&gt;&lt;secondary-title&gt;Research in Science Education&lt;/secondary-title&gt;&lt;/titles&gt;&lt;pages&gt;313-337&lt;/pages&gt;&lt;contributors&gt;&lt;authors&gt;&lt;author&gt;Caleon, I. S&lt;/author&gt;&lt;author&gt;Subramaniam, R&lt;/author&gt;&lt;/authors&gt;&lt;/contributors&gt;&lt;added-date format="utc"&gt;1617183992&lt;/added-date&gt;&lt;ref-type name="Journal Article"&gt;17&lt;/ref-type&gt;&lt;dates&gt;&lt;year&gt;2010&lt;/year&gt;&lt;/dates&gt;&lt;rec-number&gt;355&lt;/rec-number&gt;&lt;last-updated-date format="utc"&gt;1618502546&lt;/last-updated-date&gt;&lt;volume&gt;40 (3)&lt;/volume&gt;&lt;/record&gt;&lt;/Cite&gt;&lt;/EndNote&gt;</w:instrText>
      </w:r>
      <w:r>
        <w:fldChar w:fldCharType="separate"/>
      </w:r>
      <w:r>
        <w:rPr>
          <w:noProof/>
        </w:rPr>
        <w:t>(2010)</w:t>
      </w:r>
      <w:r>
        <w:fldChar w:fldCharType="end"/>
      </w:r>
      <w:r>
        <w:t xml:space="preserve"> found that over 70% held the common misunderstanding that the speed of a mechanical wave depends on frequency. Studies by </w:t>
      </w:r>
      <w:proofErr w:type="spellStart"/>
      <w:r>
        <w:t>Tongchai</w:t>
      </w:r>
      <w:proofErr w:type="spellEnd"/>
      <w:r>
        <w:t xml:space="preserve"> et al </w:t>
      </w:r>
      <w:r>
        <w:fldChar w:fldCharType="begin"/>
      </w:r>
      <w:r>
        <w:instrText xml:space="preserve"> ADDIN EN.CITE &lt;EndNote&gt;&lt;Cite ExcludeAuth="1"&gt;&lt;Author&gt;Tongchai&lt;/Author&gt;&lt;Year&gt;2011&lt;/Year&gt;&lt;IDText&gt;Consistency of students&amp;apos; conceptions of wave propogation: Findings from a conceptual survey in mechanical waves&lt;/IDText&gt;&lt;DisplayText&gt;(2011)&lt;/DisplayText&gt;&lt;record&gt;&lt;titles&gt;&lt;title&gt;Consistency of students&amp;apos; conceptions of wave propogation: Findings from a conceptual survey in mechanical waves&lt;/title&gt;&lt;secondary-title&gt;Physical Review Special Topics Physics Education Research&lt;/secondary-title&gt;&lt;/titles&gt;&lt;pages&gt;11&lt;/pages&gt;&lt;contributors&gt;&lt;authors&gt;&lt;author&gt;Tongchai, A&lt;/author&gt;&lt;author&gt;Sharma, M. D&lt;/author&gt;&lt;author&gt;Johnston, I. D&lt;/author&gt;&lt;author&gt;Arayathanitkul, K&lt;/author&gt;&lt;author&gt;Soankwan, C&lt;/author&gt;&lt;/authors&gt;&lt;/contributors&gt;&lt;added-date format="utc"&gt;1567607019&lt;/added-date&gt;&lt;ref-type name="Journal Article"&gt;17&lt;/ref-type&gt;&lt;dates&gt;&lt;year&gt;2011&lt;/year&gt;&lt;/dates&gt;&lt;rec-number&gt;161&lt;/rec-number&gt;&lt;last-updated-date format="utc"&gt;1567607554&lt;/last-updated-date&gt;&lt;volume&gt;7(2)&lt;/volume&gt;&lt;/record&gt;&lt;/Cite&gt;&lt;/EndNote&gt;</w:instrText>
      </w:r>
      <w:r>
        <w:fldChar w:fldCharType="separate"/>
      </w:r>
      <w:r>
        <w:rPr>
          <w:noProof/>
        </w:rPr>
        <w:t>(2011)</w:t>
      </w:r>
      <w:r>
        <w:fldChar w:fldCharType="end"/>
      </w:r>
      <w:r>
        <w:t xml:space="preserve"> of (n=324) senior high school students, </w:t>
      </w:r>
      <w:r>
        <w:rPr>
          <w:noProof/>
        </w:rPr>
        <w:lastRenderedPageBreak/>
        <w:t>Wittmann, Steinberg and Redish</w:t>
      </w:r>
      <w:r>
        <w:t xml:space="preserve"> </w:t>
      </w:r>
      <w:r>
        <w:fldChar w:fldCharType="begin"/>
      </w:r>
      <w:r>
        <w:instrText xml:space="preserve"> ADDIN EN.CITE &lt;EndNote&gt;&lt;Cite ExcludeAuth="1"&gt;&lt;Author&gt;Wittmann&lt;/Author&gt;&lt;Year&gt;1999&lt;/Year&gt;&lt;IDText&gt;Making Sense of How Students Make Sense of Mechanical Waves&lt;/IDText&gt;&lt;DisplayText&gt;(1999)&lt;/DisplayText&gt;&lt;record&gt;&lt;titles&gt;&lt;title&gt;Making Sense of How Students Make Sense of Mechanical Waves&lt;/title&gt;&lt;secondary-title&gt;The Physics Teacher&lt;/secondary-title&gt;&lt;/titles&gt;&lt;pages&gt;15-21&lt;/pages&gt;&lt;contributors&gt;&lt;authors&gt;&lt;author&gt;Wittmann, M. C&lt;/author&gt;&lt;author&gt;Steinberg, R. N&lt;/author&gt;&lt;author&gt;Redish, E. F&lt;/author&gt;&lt;/authors&gt;&lt;/contributors&gt;&lt;added-date format="utc"&gt;1567607795&lt;/added-date&gt;&lt;ref-type name="Journal Article"&gt;17&lt;/ref-type&gt;&lt;dates&gt;&lt;year&gt;1999&lt;/year&gt;&lt;/dates&gt;&lt;rec-number&gt;162&lt;/rec-number&gt;&lt;last-updated-date format="utc"&gt;1567608029&lt;/last-updated-date&gt;&lt;volume&gt;37&lt;/volume&gt;&lt;/record&gt;&lt;/Cite&gt;&lt;/EndNote&gt;</w:instrText>
      </w:r>
      <w:r>
        <w:fldChar w:fldCharType="separate"/>
      </w:r>
      <w:r>
        <w:rPr>
          <w:noProof/>
        </w:rPr>
        <w:t>(1999)</w:t>
      </w:r>
      <w:r>
        <w:fldChar w:fldCharType="end"/>
      </w:r>
      <w:r>
        <w:t xml:space="preserve"> of (n=92) students enrolled onto a university physics course and </w:t>
      </w:r>
      <w:proofErr w:type="spellStart"/>
      <w:r>
        <w:t>Tumanggor</w:t>
      </w:r>
      <w:proofErr w:type="spellEnd"/>
      <w:r>
        <w:t xml:space="preserve"> et al </w:t>
      </w:r>
      <w:r>
        <w:fldChar w:fldCharType="begin"/>
      </w:r>
      <w:r>
        <w:instrText xml:space="preserve"> ADDIN EN.CITE &lt;EndNote&gt;&lt;Cite ExcludeAuth="1"&gt;&lt;Author&gt;Tumanggor&lt;/Author&gt;&lt;Year&gt;2019&lt;/Year&gt;&lt;IDText&gt;Using four-tier diagnostic test instruments to&lt;/IDText&gt;&lt;DisplayText&gt;(2019)&lt;/DisplayText&gt;&lt;record&gt;&lt;custom2&gt;2020&lt;/custom2&gt;&lt;titles&gt;&lt;title&gt;Using four-tier diagnostic test instruments to&amp;#xA;detect physics teacher candidates’ misconceptions: Case of mechanical wave&amp;#xA;concepts&lt;/title&gt;&lt;secondary-title&gt;The 5th International Seminar on Science Education&lt;/secondary-title&gt;&lt;/titles&gt;&lt;contributors&gt;&lt;authors&gt;&lt;author&gt;Tumanggor, A. M. R&lt;/author&gt;&lt;author&gt;Supahar&lt;/author&gt;&lt;author&gt;Kuswanto, H&lt;/author&gt;&lt;author&gt;Ringo, E. S&lt;/author&gt;&lt;/authors&gt;&lt;/contributors&gt;&lt;added-date format="utc"&gt;1617184146&lt;/added-date&gt;&lt;pub-location&gt;Yogyakarta, Indonesia &lt;/pub-location&gt;&lt;ref-type name="Conference Proceeding"&gt;10&lt;/ref-type&gt;&lt;dates&gt;&lt;year&gt;2019&lt;/year&gt;&lt;/dates&gt;&lt;rec-number&gt;356&lt;/rec-number&gt;&lt;publisher&gt;Journal of Physics: Conference Series,  Institute of Physics&lt;/publisher&gt;&lt;last-updated-date format="utc"&gt;1618502661&lt;/last-updated-date&gt;&lt;volume&gt;1440&lt;/volume&gt;&lt;/record&gt;&lt;/Cite&gt;&lt;/EndNote&gt;</w:instrText>
      </w:r>
      <w:r>
        <w:fldChar w:fldCharType="separate"/>
      </w:r>
      <w:r>
        <w:rPr>
          <w:noProof/>
        </w:rPr>
        <w:t>(2019)</w:t>
      </w:r>
      <w:r>
        <w:fldChar w:fldCharType="end"/>
      </w:r>
      <w:r>
        <w:t xml:space="preserve"> of trainee physics teachers (n=35) all found similar results.</w:t>
      </w:r>
    </w:p>
    <w:p w:rsidR="00700D13" w:rsidRDefault="00700D13" w:rsidP="00700D13">
      <w:pPr>
        <w:spacing w:after="180"/>
        <w:rPr>
          <w:rFonts w:cstheme="minorHAnsi"/>
          <w:bCs/>
        </w:rPr>
      </w:pPr>
      <w:bookmarkStart w:id="2" w:name="_Hlk81829152"/>
      <w:bookmarkEnd w:id="1"/>
      <w:r>
        <w:t>For light waves, the higher the optical density</w:t>
      </w:r>
      <w:r>
        <w:rPr>
          <w:rFonts w:cstheme="minorHAnsi"/>
          <w:bCs/>
        </w:rPr>
        <w:t xml:space="preserve"> of a transparent medium, the slower the speed of light through it. However, </w:t>
      </w:r>
      <w:r w:rsidRPr="00632226">
        <w:rPr>
          <w:rFonts w:cstheme="minorHAnsi"/>
          <w:bCs/>
          <w:i/>
        </w:rPr>
        <w:t>the speed of light through a transparent medium is also affected by its frequency</w:t>
      </w:r>
      <w:r>
        <w:rPr>
          <w:rFonts w:cstheme="minorHAnsi"/>
          <w:bCs/>
        </w:rPr>
        <w:t xml:space="preserve">. </w:t>
      </w:r>
    </w:p>
    <w:bookmarkEnd w:id="2"/>
    <w:p w:rsidR="00700D13" w:rsidRDefault="00700D13" w:rsidP="00700D13">
      <w:pPr>
        <w:spacing w:after="180"/>
      </w:pPr>
      <w:r>
        <w:t xml:space="preserve">All colours of light travel at the same speed in a vacuum, but the frequency of each colour determines how quickly it moves through other transparent media. This is because the way that light photons interact with particles in a medium is dependent on their frequency. This fact, that the speed of light in a transparent medium depends both on the medium </w:t>
      </w:r>
      <w:r w:rsidRPr="007A4248">
        <w:rPr>
          <w:i/>
        </w:rPr>
        <w:t>and</w:t>
      </w:r>
      <w:r>
        <w:t xml:space="preserve"> on the frequency of the light, distinguishes light waves from mechanical waves and is rarely brought to the notice of students. This lack of awareness can lead to confusion.</w:t>
      </w:r>
    </w:p>
    <w:p w:rsidR="001B3773" w:rsidRPr="002E126F" w:rsidRDefault="001B3773" w:rsidP="00700D13">
      <w:pPr>
        <w:spacing w:after="180"/>
        <w:rPr>
          <w:rFonts w:cstheme="minorHAnsi"/>
          <w:bCs/>
        </w:rPr>
      </w:pPr>
      <w:r>
        <w:rPr>
          <w:rFonts w:cstheme="minorHAnsi"/>
          <w:bCs/>
        </w:rPr>
        <w:t>Explanations of refraction should include rays, but also include wavefronts and ideas about changing speed and therefore changing wavelength</w:t>
      </w:r>
      <w:r w:rsidR="005813A9">
        <w:rPr>
          <w:rFonts w:cstheme="minorHAnsi"/>
          <w:bCs/>
        </w:rPr>
        <w:t xml:space="preserve"> </w:t>
      </w:r>
      <w:r w:rsidR="005813A9">
        <w:rPr>
          <w:rFonts w:cstheme="minorHAnsi"/>
          <w:bCs/>
        </w:rPr>
        <w:fldChar w:fldCharType="begin"/>
      </w:r>
      <w:r w:rsidR="005813A9">
        <w:rPr>
          <w:rFonts w:cstheme="minorHAnsi"/>
          <w:bCs/>
        </w:rPr>
        <w:instrText xml:space="preserve"> ADDIN EN.CITE &lt;EndNote&gt;&lt;Cite&gt;&lt;Author&gt;Sengoren&lt;/Author&gt;&lt;Year&gt;2010&lt;/Year&gt;&lt;IDText&gt;How do Turkish high school graduates use the wave theory of light to explain optics phenomena?&lt;/IDText&gt;&lt;DisplayText&gt;(Sengoren, 2010)&lt;/DisplayText&gt;&lt;record&gt;&lt;titles&gt;&lt;title&gt;How do Turkish high school graduates use the wave theory of light to explain optics phenomena?&lt;/title&gt;&lt;secondary-title&gt;Physics Education&lt;/secondary-title&gt;&lt;/titles&gt;&lt;pages&gt;253-263&lt;/pages&gt;&lt;contributors&gt;&lt;authors&gt;&lt;author&gt;Sengoren, S. K&lt;/author&gt;&lt;/authors&gt;&lt;/contributors&gt;&lt;added-date format="utc"&gt;1623159280&lt;/added-date&gt;&lt;ref-type name="Journal Article"&gt;17&lt;/ref-type&gt;&lt;dates&gt;&lt;year&gt;2010&lt;/year&gt;&lt;/dates&gt;&lt;rec-number&gt;359&lt;/rec-number&gt;&lt;last-updated-date format="utc"&gt;1623159403&lt;/last-updated-date&gt;&lt;/record&gt;&lt;/Cite&gt;&lt;/EndNote&gt;</w:instrText>
      </w:r>
      <w:r w:rsidR="005813A9">
        <w:rPr>
          <w:rFonts w:cstheme="minorHAnsi"/>
          <w:bCs/>
        </w:rPr>
        <w:fldChar w:fldCharType="separate"/>
      </w:r>
      <w:r w:rsidR="005813A9">
        <w:rPr>
          <w:rFonts w:cstheme="minorHAnsi"/>
          <w:bCs/>
          <w:noProof/>
        </w:rPr>
        <w:t>(Sengoren, 2010)</w:t>
      </w:r>
      <w:r w:rsidR="005813A9">
        <w:rPr>
          <w:rFonts w:cstheme="minorHAnsi"/>
          <w:bCs/>
        </w:rPr>
        <w:fldChar w:fldCharType="end"/>
      </w:r>
      <w:r w:rsidR="00A00196">
        <w:rPr>
          <w:rFonts w:cstheme="minorHAnsi"/>
          <w:bCs/>
        </w:rPr>
        <w:t>, which</w:t>
      </w:r>
      <w:r w:rsidR="00A00196" w:rsidRPr="00A00196">
        <w:rPr>
          <w:rFonts w:cstheme="minorHAnsi"/>
          <w:bCs/>
        </w:rPr>
        <w:t xml:space="preserve"> suggests that it could be helpful to scaffold answering </w:t>
      </w:r>
      <w:r w:rsidR="00A00196" w:rsidRPr="00A00196">
        <w:rPr>
          <w:rFonts w:cstheme="minorHAnsi"/>
          <w:bCs/>
        </w:rPr>
        <w:lastRenderedPageBreak/>
        <w:t>questions about refraction using general rule</w:t>
      </w:r>
      <w:r w:rsidR="00700D13">
        <w:rPr>
          <w:rFonts w:cstheme="minorHAnsi"/>
          <w:bCs/>
        </w:rPr>
        <w:t>s</w:t>
      </w:r>
      <w:r w:rsidR="00A00196" w:rsidRPr="00A00196">
        <w:rPr>
          <w:rFonts w:cstheme="minorHAnsi"/>
          <w:bCs/>
        </w:rPr>
        <w:t xml:space="preserve"> based on wave theory and the speed of light in different media.</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3334B8" w:rsidRPr="00816065" w:rsidRDefault="003334B8" w:rsidP="003334B8">
      <w:pPr>
        <w:spacing w:after="180"/>
        <w:rPr>
          <w:rFonts w:cstheme="minorHAnsi"/>
          <w:b/>
        </w:rPr>
      </w:pPr>
      <w:r w:rsidRPr="00816065">
        <w:rPr>
          <w:rFonts w:cstheme="minorHAnsi"/>
        </w:rPr>
        <w:t>Students should complete the questions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r w:rsidRPr="00816065">
        <w:rPr>
          <w:rFonts w:cstheme="minorHAnsi"/>
        </w:rPr>
        <w:t xml:space="preserve">The </w:t>
      </w:r>
      <w:proofErr w:type="gramStart"/>
      <w:r w:rsidRPr="00816065">
        <w:rPr>
          <w:rFonts w:cstheme="minorHAnsi"/>
        </w:rPr>
        <w:t>follow</w:t>
      </w:r>
      <w:r w:rsidR="00026206">
        <w:rPr>
          <w:rFonts w:cstheme="minorHAnsi"/>
        </w:rPr>
        <w:t xml:space="preserve"> </w:t>
      </w:r>
      <w:r w:rsidRPr="00816065">
        <w:rPr>
          <w:rFonts w:cstheme="minorHAnsi"/>
        </w:rPr>
        <w:t>on</w:t>
      </w:r>
      <w:proofErr w:type="gramEnd"/>
      <w:r w:rsidRPr="00816065">
        <w:rPr>
          <w:rFonts w:cstheme="minorHAnsi"/>
        </w:rPr>
        <w:t xml:space="preserve"> question will give you insights into how they are thinking and highlight specific misconceptions that some may hold.</w:t>
      </w:r>
    </w:p>
    <w:p w:rsidR="003334B8" w:rsidRPr="00816065" w:rsidRDefault="003334B8" w:rsidP="003334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3334B8" w:rsidRPr="00816065" w:rsidRDefault="003334B8" w:rsidP="003334B8">
      <w:pPr>
        <w:spacing w:after="180"/>
        <w:rPr>
          <w:rFonts w:cstheme="minorHAnsi"/>
          <w:i/>
        </w:rPr>
      </w:pPr>
      <w:r w:rsidRPr="00816065">
        <w:rPr>
          <w:rFonts w:cstheme="minorHAnsi"/>
          <w:i/>
        </w:rPr>
        <w:t>Differentiation</w:t>
      </w:r>
    </w:p>
    <w:p w:rsidR="003334B8" w:rsidRPr="00816065" w:rsidRDefault="003334B8" w:rsidP="003334B8">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w:t>
      </w:r>
      <w:r w:rsidR="003B2AF2">
        <w:rPr>
          <w:rFonts w:cstheme="minorHAnsi"/>
        </w:rPr>
        <w:t>,</w:t>
      </w:r>
      <w:r w:rsidRPr="00816065">
        <w:rPr>
          <w:rFonts w:cstheme="minorHAnsi"/>
        </w:rPr>
        <w:t xml:space="preserve">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Pr="005E54DA" w:rsidRDefault="005E54DA" w:rsidP="005E54DA">
      <w:pPr>
        <w:spacing w:after="180"/>
        <w:ind w:left="426" w:hanging="426"/>
      </w:pPr>
      <w:r w:rsidRPr="005E54DA">
        <w:t>a.</w:t>
      </w:r>
      <w:r w:rsidRPr="005E54DA">
        <w:tab/>
        <w:t>B</w:t>
      </w:r>
    </w:p>
    <w:p w:rsidR="005E54DA" w:rsidRDefault="005E54DA" w:rsidP="005E54DA">
      <w:pPr>
        <w:spacing w:after="180"/>
        <w:ind w:left="426" w:hanging="426"/>
      </w:pPr>
      <w:r w:rsidRPr="005E54DA">
        <w:t>b.</w:t>
      </w:r>
      <w:r w:rsidRPr="005E54DA">
        <w:tab/>
        <w:t>A</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F144D3" w:rsidP="00A01222">
      <w:pPr>
        <w:spacing w:after="180"/>
      </w:pPr>
      <w:r w:rsidRPr="00F144D3">
        <w:t>All colours of light travel at the ‘speed of light’ through the air, but blue travels slower than red light in this type of glass</w:t>
      </w:r>
      <w:r w:rsidR="00D73188">
        <w:t>, which</w:t>
      </w:r>
      <w:r>
        <w:t xml:space="preserve"> means that the change of speed of blue light is greater at each boundary</w:t>
      </w:r>
      <w:r w:rsidR="00D73188">
        <w:t>.</w:t>
      </w:r>
      <w:r>
        <w:t xml:space="preserve"> </w:t>
      </w:r>
      <w:r w:rsidR="00D73188">
        <w:t>This leads to blue light</w:t>
      </w:r>
      <w:r>
        <w:t xml:space="preserve"> refract</w:t>
      </w:r>
      <w:r w:rsidR="00D73188">
        <w:t>ing</w:t>
      </w:r>
      <w:r>
        <w:t xml:space="preserve"> more than red, </w:t>
      </w:r>
      <w:r w:rsidR="00D73188">
        <w:t>both</w:t>
      </w:r>
      <w:r>
        <w:t xml:space="preserve"> as it enters the prism and </w:t>
      </w:r>
      <w:r w:rsidR="00BB593B">
        <w:t xml:space="preserve">again </w:t>
      </w:r>
      <w:r>
        <w:t xml:space="preserve">as it leaves (options B, A). </w:t>
      </w:r>
    </w:p>
    <w:p w:rsidR="00F144D3" w:rsidRDefault="00F144D3" w:rsidP="00E6587E">
      <w:pPr>
        <w:spacing w:after="180"/>
        <w:ind w:left="709" w:hanging="709"/>
      </w:pPr>
      <w:r>
        <w:t>A, D</w:t>
      </w:r>
      <w:r>
        <w:tab/>
        <w:t>Some students may think that all colours of light travel at the same speed in glass because all colours do travel at the same speed in air</w:t>
      </w:r>
      <w:r w:rsidR="001A4E18">
        <w:t>;</w:t>
      </w:r>
      <w:r>
        <w:t xml:space="preserve"> </w:t>
      </w:r>
      <w:r w:rsidR="001A4E18">
        <w:t>or</w:t>
      </w:r>
      <w:r>
        <w:t xml:space="preserve"> </w:t>
      </w:r>
      <w:r w:rsidR="00E6587E">
        <w:t>because they have learn</w:t>
      </w:r>
      <w:r w:rsidR="001A4E18">
        <w:t>t</w:t>
      </w:r>
      <w:r w:rsidR="00E6587E">
        <w:t xml:space="preserve"> that </w:t>
      </w:r>
      <w:r>
        <w:t>for mechanical waves</w:t>
      </w:r>
      <w:r w:rsidR="001A4E18">
        <w:t>,</w:t>
      </w:r>
      <w:r>
        <w:t xml:space="preserve"> the </w:t>
      </w:r>
      <w:r w:rsidR="001A4E18">
        <w:t xml:space="preserve">wave </w:t>
      </w:r>
      <w:r>
        <w:t xml:space="preserve">medium </w:t>
      </w:r>
      <w:r w:rsidR="001A4E18">
        <w:t>determines</w:t>
      </w:r>
      <w:r>
        <w:t xml:space="preserve"> the speed of a wave and not frequency</w:t>
      </w:r>
      <w:r w:rsidR="00E6587E">
        <w:t xml:space="preserve">. For light waves, both the </w:t>
      </w:r>
      <w:r w:rsidR="001A4E18">
        <w:t xml:space="preserve">wave </w:t>
      </w:r>
      <w:r w:rsidR="00E6587E">
        <w:t xml:space="preserve">medium </w:t>
      </w:r>
      <w:r w:rsidR="001A4E18" w:rsidRPr="001A4E18">
        <w:t xml:space="preserve">and </w:t>
      </w:r>
      <w:r w:rsidR="001A4E18">
        <w:t xml:space="preserve">the frequency of the wave </w:t>
      </w:r>
      <w:r w:rsidR="00E6587E">
        <w:t>affect its speed.</w:t>
      </w:r>
    </w:p>
    <w:p w:rsidR="00F144D3" w:rsidRPr="00E6587E" w:rsidRDefault="00F144D3" w:rsidP="00E6587E">
      <w:pPr>
        <w:spacing w:after="180"/>
        <w:ind w:left="709" w:hanging="709"/>
        <w:rPr>
          <w:i/>
        </w:rPr>
      </w:pPr>
      <w:r>
        <w:tab/>
      </w:r>
      <w:r w:rsidRPr="00E6587E">
        <w:rPr>
          <w:i/>
        </w:rPr>
        <w:t xml:space="preserve">This </w:t>
      </w:r>
      <w:r w:rsidR="00E6587E" w:rsidRPr="00E6587E">
        <w:rPr>
          <w:i/>
        </w:rPr>
        <w:t xml:space="preserve">latter point is not commonly made clear to students and </w:t>
      </w:r>
      <w:r w:rsidR="001A4E18">
        <w:rPr>
          <w:i/>
        </w:rPr>
        <w:t xml:space="preserve">a lack of awareness of it can </w:t>
      </w:r>
      <w:r w:rsidR="00E6587E" w:rsidRPr="00E6587E">
        <w:rPr>
          <w:i/>
        </w:rPr>
        <w:t>cause confusion in thinking about the properties of both light waves and mechanical waves.</w:t>
      </w:r>
    </w:p>
    <w:p w:rsidR="00E6587E" w:rsidRDefault="00E6587E" w:rsidP="00E6587E">
      <w:pPr>
        <w:spacing w:after="180"/>
        <w:ind w:left="709" w:hanging="709"/>
      </w:pPr>
      <w:r>
        <w:t>Part a:</w:t>
      </w:r>
      <w:r>
        <w:tab/>
        <w:t>Options C and D are often selected by students who understand that colours of light are spread out by the prism and who are relying on recall. Option C in particular is what students</w:t>
      </w:r>
      <w:r w:rsidR="001A4E18">
        <w:t>,</w:t>
      </w:r>
      <w:r>
        <w:t xml:space="preserve"> who have completed an experiment to observe a spectrum of light</w:t>
      </w:r>
      <w:r w:rsidR="001A4E18">
        <w:t>,</w:t>
      </w:r>
      <w:r>
        <w:t xml:space="preserve"> may recall having observed, because the splitting of light at the first surface is </w:t>
      </w:r>
      <w:r w:rsidR="001A4E18">
        <w:t xml:space="preserve">often </w:t>
      </w:r>
      <w:r>
        <w:t>hard to discern.</w:t>
      </w:r>
    </w:p>
    <w:p w:rsidR="00E6587E" w:rsidRDefault="00E6587E" w:rsidP="00E6587E">
      <w:pPr>
        <w:spacing w:after="180"/>
        <w:ind w:left="709" w:hanging="709"/>
      </w:pPr>
      <w:r>
        <w:t>Part b:</w:t>
      </w:r>
      <w:r>
        <w:tab/>
      </w:r>
      <w:r w:rsidR="00225DE7">
        <w:t xml:space="preserve">Option C is correct, but </w:t>
      </w:r>
      <w:r w:rsidR="00D0751E">
        <w:t>option A is better to</w:t>
      </w:r>
      <w:r w:rsidR="00225DE7">
        <w:t xml:space="preserve"> explain why blue light refracts more than red. The amount of refraction, and which colour refracts most, depends on the difference </w:t>
      </w:r>
      <w:r w:rsidR="00BC7796">
        <w:t>between the</w:t>
      </w:r>
      <w:r w:rsidR="00225DE7">
        <w:t xml:space="preserve"> speeds of each colour of light </w:t>
      </w:r>
      <w:r w:rsidR="00BC7796">
        <w:t xml:space="preserve">in </w:t>
      </w:r>
      <w:r w:rsidR="00225DE7">
        <w:t xml:space="preserve">the media on either side of </w:t>
      </w:r>
      <w:r w:rsidR="00BC7796">
        <w:t>a</w:t>
      </w:r>
      <w:r w:rsidR="00225DE7">
        <w:t xml:space="preserve"> boundary</w:t>
      </w:r>
      <w:r w:rsidR="00BC7796">
        <w:t>, rather than the speeds of each colour in one medium.</w:t>
      </w:r>
    </w:p>
    <w:p w:rsidR="00225DE7" w:rsidRDefault="00225DE7" w:rsidP="00E6587E">
      <w:pPr>
        <w:spacing w:after="180"/>
        <w:ind w:left="709" w:hanging="709"/>
      </w:pPr>
      <w:r>
        <w:tab/>
        <w:t>Some students are likely to generalise wrongly and think that all colours of light travel at the same speed in all media, or that red light always travels faster than blue.</w:t>
      </w:r>
    </w:p>
    <w:p w:rsidR="002373FC" w:rsidRDefault="00A01222" w:rsidP="005813A9">
      <w:pPr>
        <w:spacing w:after="180"/>
      </w:pPr>
      <w:r w:rsidRPr="004F039C">
        <w:lastRenderedPageBreak/>
        <w:t xml:space="preserve">If students have </w:t>
      </w:r>
      <w:r w:rsidR="004B1C32">
        <w:t>misunderstanding</w:t>
      </w:r>
      <w:r w:rsidRPr="004F039C">
        <w:t xml:space="preserve">s about </w:t>
      </w:r>
      <w:r w:rsidR="00B94288">
        <w:t>p</w:t>
      </w:r>
      <w:r w:rsidR="00B94288" w:rsidRPr="00022FE0">
        <w:t>redict</w:t>
      </w:r>
      <w:r w:rsidR="005813A9">
        <w:t>ing</w:t>
      </w:r>
      <w:r w:rsidR="00B94288" w:rsidRPr="00022FE0">
        <w:t xml:space="preserve"> how blue light refracts as it passes through a prism with three 60</w:t>
      </w:r>
      <w:r w:rsidR="00B94288" w:rsidRPr="00022FE0">
        <w:rPr>
          <w:vertAlign w:val="superscript"/>
        </w:rPr>
        <w:t>o</w:t>
      </w:r>
      <w:r w:rsidR="00B94288" w:rsidRPr="00022FE0">
        <w:t xml:space="preserve"> </w:t>
      </w:r>
      <w:r w:rsidR="00B94288" w:rsidRPr="005813A9">
        <w:t>angles</w:t>
      </w:r>
      <w:r w:rsidRPr="005813A9">
        <w:t xml:space="preserve">, </w:t>
      </w:r>
      <w:bookmarkStart w:id="3" w:name="_Hlk81388234"/>
      <w:r w:rsidR="005813A9" w:rsidRPr="005813A9">
        <w:t xml:space="preserve">it can help to draw their attention to the understanding that the speed of light travelling through a transparent medium is, unlike mechanical waves, </w:t>
      </w:r>
      <w:bookmarkEnd w:id="3"/>
      <w:r w:rsidR="002373FC" w:rsidRPr="005813A9">
        <w:t xml:space="preserve">dependent on </w:t>
      </w:r>
      <w:r w:rsidR="002373FC">
        <w:t xml:space="preserve">both </w:t>
      </w:r>
      <w:r w:rsidR="002373FC" w:rsidRPr="005813A9">
        <w:t xml:space="preserve">the medium </w:t>
      </w:r>
      <w:r w:rsidR="002373FC" w:rsidRPr="00B12AC4">
        <w:rPr>
          <w:i/>
        </w:rPr>
        <w:t>and</w:t>
      </w:r>
      <w:r w:rsidR="002373FC">
        <w:t xml:space="preserve"> </w:t>
      </w:r>
      <w:r w:rsidR="002373FC" w:rsidRPr="005813A9">
        <w:t>the frequency of the wave.</w:t>
      </w:r>
      <w:r w:rsidR="002373FC">
        <w:t xml:space="preserve"> </w:t>
      </w:r>
      <w:r w:rsidR="002373FC" w:rsidRPr="00B23DCC">
        <w:t>This is</w:t>
      </w:r>
      <w:r w:rsidR="002373FC">
        <w:t xml:space="preserve"> because the mechanism by which a light wave propagates is different to that of a mechanical wave.</w:t>
      </w:r>
    </w:p>
    <w:p w:rsidR="002373FC" w:rsidRDefault="002373FC" w:rsidP="002373FC">
      <w:pPr>
        <w:spacing w:after="180"/>
      </w:pPr>
      <w:r>
        <w:t>Light travelling through a transparent medium is slowed down by its interaction with atoms, and different frequencies of light interact with the atoms in a particular medium differently. The full explanation is beyond the scope of secondary science, but it is fairly straightforward to demonstrate how each colour interacts differently with a particular medium: for example, by shining red, blue and green light separately at a yellow surface in a darkened room. (Yellow appears black in blue light, red in red light and green in green light.)</w:t>
      </w:r>
    </w:p>
    <w:p w:rsidR="00A01222" w:rsidRPr="005E54DA" w:rsidRDefault="00A01222" w:rsidP="00A01222">
      <w:pPr>
        <w:spacing w:after="180"/>
      </w:pPr>
      <w:r w:rsidRPr="005E54DA">
        <w:t xml:space="preserve">The following BEST ‘response </w:t>
      </w:r>
      <w:r w:rsidR="00F2483A" w:rsidRPr="005E54DA">
        <w:t>activitie</w:t>
      </w:r>
      <w:r w:rsidRPr="005E54DA">
        <w:t>s’ could be used in follow-up to this diagnostic question:</w:t>
      </w:r>
    </w:p>
    <w:p w:rsidR="00A01222" w:rsidRDefault="00A01222" w:rsidP="00A01222">
      <w:pPr>
        <w:pStyle w:val="ListParagraph"/>
        <w:numPr>
          <w:ilvl w:val="0"/>
          <w:numId w:val="1"/>
        </w:numPr>
        <w:spacing w:after="180"/>
      </w:pPr>
      <w:r w:rsidRPr="005E54DA">
        <w:t xml:space="preserve">Response </w:t>
      </w:r>
      <w:r w:rsidR="00F2483A" w:rsidRPr="005E54DA">
        <w:t>activit</w:t>
      </w:r>
      <w:r w:rsidR="005E54DA" w:rsidRPr="005E54DA">
        <w:t>y</w:t>
      </w:r>
      <w:r w:rsidRPr="005E54DA">
        <w:t xml:space="preserve">: </w:t>
      </w:r>
      <w:r w:rsidR="005E54DA">
        <w:t>Prism blues</w:t>
      </w:r>
    </w:p>
    <w:p w:rsidR="00FC6013" w:rsidRDefault="00FC6013" w:rsidP="00A01222">
      <w:pPr>
        <w:pStyle w:val="ListParagraph"/>
        <w:numPr>
          <w:ilvl w:val="0"/>
          <w:numId w:val="1"/>
        </w:numPr>
        <w:spacing w:after="180"/>
      </w:pPr>
      <w:r>
        <w:t>Response activity: Rainbow light</w:t>
      </w:r>
    </w:p>
    <w:p w:rsidR="005E54DA" w:rsidRPr="005E54DA" w:rsidRDefault="005E54DA" w:rsidP="005E54DA">
      <w:pPr>
        <w:pStyle w:val="ListParagraph"/>
        <w:numPr>
          <w:ilvl w:val="0"/>
          <w:numId w:val="1"/>
        </w:numPr>
        <w:spacing w:after="180"/>
      </w:pPr>
      <w:r w:rsidRPr="005E54DA">
        <w:t xml:space="preserve">Response activity: </w:t>
      </w:r>
      <w:r>
        <w:t>Making rainbows</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Pr="005E54DA" w:rsidRDefault="00D278E8" w:rsidP="00E172C6">
      <w:pPr>
        <w:spacing w:after="180"/>
      </w:pPr>
      <w:r>
        <w:t xml:space="preserve">Developed </w:t>
      </w:r>
      <w:r w:rsidR="0015356E">
        <w:t xml:space="preserve">by </w:t>
      </w:r>
      <w:r w:rsidR="007D536F">
        <w:t xml:space="preserve">Peter </w:t>
      </w:r>
      <w:r w:rsidR="007D536F" w:rsidRPr="005E54DA">
        <w:t>Fairhurst</w:t>
      </w:r>
      <w:r w:rsidR="0015356E" w:rsidRPr="005E54DA">
        <w:t xml:space="preserve"> (UYSEG)</w:t>
      </w:r>
      <w:r w:rsidR="005E54DA" w:rsidRPr="005E54DA">
        <w:t>.</w:t>
      </w:r>
    </w:p>
    <w:p w:rsidR="00CC78A5" w:rsidRDefault="00D278E8" w:rsidP="00E172C6">
      <w:pPr>
        <w:spacing w:after="180"/>
      </w:pPr>
      <w:r w:rsidRPr="005E54DA">
        <w:t xml:space="preserve">Images: </w:t>
      </w:r>
      <w:r w:rsidR="007D536F" w:rsidRPr="005E54DA">
        <w:t>Peter Fairhurst (UYSEG)</w:t>
      </w:r>
      <w:r w:rsidR="005E54DA" w:rsidRPr="005E54DA">
        <w:t>.</w:t>
      </w:r>
    </w:p>
    <w:p w:rsidR="005813A9" w:rsidRDefault="003117F6" w:rsidP="00E24309">
      <w:pPr>
        <w:spacing w:after="180"/>
        <w:rPr>
          <w:b/>
          <w:color w:val="5F497A" w:themeColor="accent4" w:themeShade="BF"/>
          <w:sz w:val="24"/>
        </w:rPr>
      </w:pPr>
      <w:r w:rsidRPr="002C79AE">
        <w:rPr>
          <w:b/>
          <w:color w:val="5F497A" w:themeColor="accent4" w:themeShade="BF"/>
          <w:sz w:val="24"/>
        </w:rPr>
        <w:t>References</w:t>
      </w:r>
    </w:p>
    <w:p w:rsidR="005813A9" w:rsidRPr="005813A9" w:rsidRDefault="005813A9" w:rsidP="005813A9">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5813A9">
        <w:t xml:space="preserve">Caleon, I. S. and Subramaniam, R. (2010). So Students Know What They Know and What They Don't Know? Using a Four-Tier Diagnostic Test to Assess the Nature of Students' Alternative Conceptions. </w:t>
      </w:r>
      <w:r w:rsidRPr="005813A9">
        <w:rPr>
          <w:i/>
        </w:rPr>
        <w:t>Research in Science Education,</w:t>
      </w:r>
      <w:r w:rsidRPr="005813A9">
        <w:t xml:space="preserve"> 40 (3)</w:t>
      </w:r>
      <w:r w:rsidRPr="005813A9">
        <w:rPr>
          <w:b/>
        </w:rPr>
        <w:t>,</w:t>
      </w:r>
      <w:r w:rsidRPr="005813A9">
        <w:t xml:space="preserve"> 313-337.</w:t>
      </w:r>
    </w:p>
    <w:p w:rsidR="005813A9" w:rsidRPr="005813A9" w:rsidRDefault="005813A9" w:rsidP="005813A9">
      <w:pPr>
        <w:pStyle w:val="EndNoteBibliography"/>
        <w:spacing w:after="120"/>
        <w:ind w:left="426" w:hanging="426"/>
      </w:pPr>
      <w:r w:rsidRPr="005813A9">
        <w:t xml:space="preserve">Sengoren, S. K. (2010). How do Turkish high school graduates use the wave theory of light to explain optics phenomena? </w:t>
      </w:r>
      <w:r w:rsidRPr="005813A9">
        <w:rPr>
          <w:i/>
        </w:rPr>
        <w:t>Physics Education</w:t>
      </w:r>
      <w:r w:rsidRPr="005813A9">
        <w:rPr>
          <w:b/>
        </w:rPr>
        <w:t>,</w:t>
      </w:r>
      <w:r w:rsidRPr="005813A9">
        <w:t xml:space="preserve"> 253-263.</w:t>
      </w:r>
    </w:p>
    <w:p w:rsidR="005813A9" w:rsidRPr="005813A9" w:rsidRDefault="005813A9" w:rsidP="005813A9">
      <w:pPr>
        <w:pStyle w:val="EndNoteBibliography"/>
        <w:spacing w:after="120"/>
        <w:ind w:left="426" w:hanging="426"/>
      </w:pPr>
      <w:r w:rsidRPr="005813A9">
        <w:t xml:space="preserve">Tongchai, A., et al. (2011). Consistency of students' conceptions of wave propogation: Findings from a conceptual survey in mechanical waves. </w:t>
      </w:r>
      <w:r w:rsidRPr="005813A9">
        <w:rPr>
          <w:i/>
        </w:rPr>
        <w:t>Physical Review Special Topics Physics Education Research,</w:t>
      </w:r>
      <w:r w:rsidRPr="005813A9">
        <w:t xml:space="preserve"> 7(2)</w:t>
      </w:r>
      <w:r w:rsidRPr="005813A9">
        <w:rPr>
          <w:b/>
        </w:rPr>
        <w:t>,</w:t>
      </w:r>
      <w:r w:rsidRPr="005813A9">
        <w:t xml:space="preserve"> 11.</w:t>
      </w:r>
    </w:p>
    <w:p w:rsidR="005813A9" w:rsidRPr="005813A9" w:rsidRDefault="005813A9" w:rsidP="005813A9">
      <w:pPr>
        <w:pStyle w:val="EndNoteBibliography"/>
        <w:spacing w:after="120"/>
        <w:ind w:left="426" w:hanging="426"/>
      </w:pPr>
      <w:r w:rsidRPr="005813A9">
        <w:t>Tumanggor, A. M. R., et al. (Year) Published. Using four-tier diagnostic test instruments to</w:t>
      </w:r>
      <w:r>
        <w:t xml:space="preserve"> </w:t>
      </w:r>
      <w:r w:rsidRPr="005813A9">
        <w:t>detect physics teacher candidates’ misconceptions: Case of mechanical wave</w:t>
      </w:r>
      <w:r>
        <w:t xml:space="preserve"> </w:t>
      </w:r>
      <w:r w:rsidRPr="005813A9">
        <w:t xml:space="preserve">concepts.  The 5th International Seminar on Science Education, 2019 Yogyakarta, Indonesia Journal of Physics: </w:t>
      </w:r>
      <w:r>
        <w:t>C</w:t>
      </w:r>
      <w:r w:rsidRPr="005813A9">
        <w:t>onference Series,  Institute of Physics.</w:t>
      </w:r>
    </w:p>
    <w:p w:rsidR="005813A9" w:rsidRPr="005813A9" w:rsidRDefault="005813A9" w:rsidP="005813A9">
      <w:pPr>
        <w:pStyle w:val="EndNoteBibliography"/>
        <w:spacing w:after="120"/>
        <w:ind w:left="426" w:hanging="426"/>
      </w:pPr>
      <w:r w:rsidRPr="005813A9">
        <w:t xml:space="preserve">Wittmann, M. C., Steinberg, R. N. and Redish, E. F. (1999). Making Sense of How Students Make Sense of Mechanical Waves. </w:t>
      </w:r>
      <w:r w:rsidRPr="005813A9">
        <w:rPr>
          <w:i/>
        </w:rPr>
        <w:t>The Physics Teacher,</w:t>
      </w:r>
      <w:r w:rsidRPr="005813A9">
        <w:t xml:space="preserve"> 37</w:t>
      </w:r>
      <w:r w:rsidRPr="005813A9">
        <w:rPr>
          <w:b/>
        </w:rPr>
        <w:t>,</w:t>
      </w:r>
      <w:r w:rsidRPr="005813A9">
        <w:t xml:space="preserve"> 15-21.</w:t>
      </w:r>
    </w:p>
    <w:p w:rsidR="00B46FF9" w:rsidRDefault="005813A9" w:rsidP="005813A9">
      <w:pPr>
        <w:spacing w:after="120"/>
        <w:ind w:left="426" w:hanging="426"/>
        <w:rPr>
          <w:b/>
          <w:color w:val="5F497A" w:themeColor="accent4" w:themeShade="BF"/>
          <w:sz w:val="24"/>
        </w:rPr>
      </w:pPr>
      <w:r>
        <w:rPr>
          <w:b/>
          <w:color w:val="5F497A" w:themeColor="accent4" w:themeShade="BF"/>
          <w:sz w:val="24"/>
        </w:rPr>
        <w:fldChar w:fldCharType="end"/>
      </w:r>
    </w:p>
    <w:sectPr w:rsidR="00B46FF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592B" w:rsidRDefault="00F8592B" w:rsidP="000B473B">
      <w:r>
        <w:separator/>
      </w:r>
    </w:p>
  </w:endnote>
  <w:endnote w:type="continuationSeparator" w:id="0">
    <w:p w:rsidR="00F8592B" w:rsidRDefault="00F8592B"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2E516E0"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D51C14">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F640F1">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592B" w:rsidRDefault="00F8592B" w:rsidP="000B473B">
      <w:r>
        <w:separator/>
      </w:r>
    </w:p>
  </w:footnote>
  <w:footnote w:type="continuationSeparator" w:id="0">
    <w:p w:rsidR="00F8592B" w:rsidRDefault="00F8592B"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9F6326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D8D5AD7"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309BB"/>
    <w:multiLevelType w:val="hybridMultilevel"/>
    <w:tmpl w:val="256643D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FE90B9F"/>
    <w:multiLevelType w:val="hybridMultilevel"/>
    <w:tmpl w:val="1B1082D2"/>
    <w:lvl w:ilvl="0" w:tplc="2AFC674E">
      <w:start w:val="2"/>
      <w:numFmt w:val="lowerLetter"/>
      <w:lvlText w:val="%1."/>
      <w:lvlJc w:val="left"/>
      <w:pPr>
        <w:tabs>
          <w:tab w:val="num" w:pos="720"/>
        </w:tabs>
        <w:ind w:left="720" w:hanging="360"/>
      </w:pPr>
    </w:lvl>
    <w:lvl w:ilvl="1" w:tplc="944EF6E6" w:tentative="1">
      <w:start w:val="1"/>
      <w:numFmt w:val="lowerLetter"/>
      <w:lvlText w:val="%2."/>
      <w:lvlJc w:val="left"/>
      <w:pPr>
        <w:tabs>
          <w:tab w:val="num" w:pos="1440"/>
        </w:tabs>
        <w:ind w:left="1440" w:hanging="360"/>
      </w:pPr>
    </w:lvl>
    <w:lvl w:ilvl="2" w:tplc="7CB83516" w:tentative="1">
      <w:start w:val="1"/>
      <w:numFmt w:val="lowerLetter"/>
      <w:lvlText w:val="%3."/>
      <w:lvlJc w:val="left"/>
      <w:pPr>
        <w:tabs>
          <w:tab w:val="num" w:pos="2160"/>
        </w:tabs>
        <w:ind w:left="2160" w:hanging="360"/>
      </w:pPr>
    </w:lvl>
    <w:lvl w:ilvl="3" w:tplc="0D9EDCC8" w:tentative="1">
      <w:start w:val="1"/>
      <w:numFmt w:val="lowerLetter"/>
      <w:lvlText w:val="%4."/>
      <w:lvlJc w:val="left"/>
      <w:pPr>
        <w:tabs>
          <w:tab w:val="num" w:pos="2880"/>
        </w:tabs>
        <w:ind w:left="2880" w:hanging="360"/>
      </w:pPr>
    </w:lvl>
    <w:lvl w:ilvl="4" w:tplc="8F8C838E" w:tentative="1">
      <w:start w:val="1"/>
      <w:numFmt w:val="lowerLetter"/>
      <w:lvlText w:val="%5."/>
      <w:lvlJc w:val="left"/>
      <w:pPr>
        <w:tabs>
          <w:tab w:val="num" w:pos="3600"/>
        </w:tabs>
        <w:ind w:left="3600" w:hanging="360"/>
      </w:pPr>
    </w:lvl>
    <w:lvl w:ilvl="5" w:tplc="5C4A16D6" w:tentative="1">
      <w:start w:val="1"/>
      <w:numFmt w:val="lowerLetter"/>
      <w:lvlText w:val="%6."/>
      <w:lvlJc w:val="left"/>
      <w:pPr>
        <w:tabs>
          <w:tab w:val="num" w:pos="4320"/>
        </w:tabs>
        <w:ind w:left="4320" w:hanging="360"/>
      </w:pPr>
    </w:lvl>
    <w:lvl w:ilvl="6" w:tplc="89504210" w:tentative="1">
      <w:start w:val="1"/>
      <w:numFmt w:val="lowerLetter"/>
      <w:lvlText w:val="%7."/>
      <w:lvlJc w:val="left"/>
      <w:pPr>
        <w:tabs>
          <w:tab w:val="num" w:pos="5040"/>
        </w:tabs>
        <w:ind w:left="5040" w:hanging="360"/>
      </w:pPr>
    </w:lvl>
    <w:lvl w:ilvl="7" w:tplc="EC96DD9E" w:tentative="1">
      <w:start w:val="1"/>
      <w:numFmt w:val="lowerLetter"/>
      <w:lvlText w:val="%8."/>
      <w:lvlJc w:val="left"/>
      <w:pPr>
        <w:tabs>
          <w:tab w:val="num" w:pos="5760"/>
        </w:tabs>
        <w:ind w:left="5760" w:hanging="360"/>
      </w:pPr>
    </w:lvl>
    <w:lvl w:ilvl="8" w:tplc="9FD2AE5A" w:tentative="1">
      <w:start w:val="1"/>
      <w:numFmt w:val="lowerLetter"/>
      <w:lvlText w:val="%9."/>
      <w:lvlJc w:val="left"/>
      <w:pPr>
        <w:tabs>
          <w:tab w:val="num" w:pos="6480"/>
        </w:tabs>
        <w:ind w:left="6480" w:hanging="360"/>
      </w:p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attachedTemplate r:id="rId1"/>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F8592B"/>
    <w:rsid w:val="00015578"/>
    <w:rsid w:val="00022FE0"/>
    <w:rsid w:val="00024731"/>
    <w:rsid w:val="00026206"/>
    <w:rsid w:val="00026DEC"/>
    <w:rsid w:val="000505CA"/>
    <w:rsid w:val="0007651D"/>
    <w:rsid w:val="0009089A"/>
    <w:rsid w:val="000947E2"/>
    <w:rsid w:val="00095E04"/>
    <w:rsid w:val="000A0D12"/>
    <w:rsid w:val="000B473B"/>
    <w:rsid w:val="000D0E89"/>
    <w:rsid w:val="000E2689"/>
    <w:rsid w:val="00142613"/>
    <w:rsid w:val="00144DA7"/>
    <w:rsid w:val="0015356E"/>
    <w:rsid w:val="00161D3F"/>
    <w:rsid w:val="001915D4"/>
    <w:rsid w:val="001A1FED"/>
    <w:rsid w:val="001A40E2"/>
    <w:rsid w:val="001A4E18"/>
    <w:rsid w:val="001B3773"/>
    <w:rsid w:val="001C4805"/>
    <w:rsid w:val="001F2A78"/>
    <w:rsid w:val="00201AC2"/>
    <w:rsid w:val="00214608"/>
    <w:rsid w:val="0021607B"/>
    <w:rsid w:val="002178AC"/>
    <w:rsid w:val="0022547C"/>
    <w:rsid w:val="00225DE7"/>
    <w:rsid w:val="002373FC"/>
    <w:rsid w:val="0025410A"/>
    <w:rsid w:val="0027553E"/>
    <w:rsid w:val="0028012F"/>
    <w:rsid w:val="002828DF"/>
    <w:rsid w:val="00287876"/>
    <w:rsid w:val="00292C53"/>
    <w:rsid w:val="00294E22"/>
    <w:rsid w:val="002B5D71"/>
    <w:rsid w:val="002C19DD"/>
    <w:rsid w:val="002C22EA"/>
    <w:rsid w:val="002C59BA"/>
    <w:rsid w:val="002C79AE"/>
    <w:rsid w:val="002E432C"/>
    <w:rsid w:val="00301AA9"/>
    <w:rsid w:val="003117F6"/>
    <w:rsid w:val="003334B8"/>
    <w:rsid w:val="003533B8"/>
    <w:rsid w:val="003752BE"/>
    <w:rsid w:val="003A346A"/>
    <w:rsid w:val="003B2917"/>
    <w:rsid w:val="003B2AF2"/>
    <w:rsid w:val="003B541B"/>
    <w:rsid w:val="003E2B2F"/>
    <w:rsid w:val="003E6046"/>
    <w:rsid w:val="003F16F9"/>
    <w:rsid w:val="00430C1F"/>
    <w:rsid w:val="00442595"/>
    <w:rsid w:val="0045323E"/>
    <w:rsid w:val="004B0EE1"/>
    <w:rsid w:val="004B1C32"/>
    <w:rsid w:val="004C5D20"/>
    <w:rsid w:val="004D0D83"/>
    <w:rsid w:val="004E1DF1"/>
    <w:rsid w:val="004E5592"/>
    <w:rsid w:val="0050055B"/>
    <w:rsid w:val="00524710"/>
    <w:rsid w:val="00535269"/>
    <w:rsid w:val="00555342"/>
    <w:rsid w:val="005560E2"/>
    <w:rsid w:val="005813A9"/>
    <w:rsid w:val="005A452E"/>
    <w:rsid w:val="005A6EE7"/>
    <w:rsid w:val="005D45FB"/>
    <w:rsid w:val="005E54DA"/>
    <w:rsid w:val="005F1A7B"/>
    <w:rsid w:val="006355D8"/>
    <w:rsid w:val="00642ECD"/>
    <w:rsid w:val="006502A0"/>
    <w:rsid w:val="006772F5"/>
    <w:rsid w:val="006A4440"/>
    <w:rsid w:val="006B0615"/>
    <w:rsid w:val="006D166B"/>
    <w:rsid w:val="006F3279"/>
    <w:rsid w:val="00700D13"/>
    <w:rsid w:val="00704AEE"/>
    <w:rsid w:val="0071690F"/>
    <w:rsid w:val="00722F9A"/>
    <w:rsid w:val="00754539"/>
    <w:rsid w:val="0077646D"/>
    <w:rsid w:val="00781BC6"/>
    <w:rsid w:val="007A3C86"/>
    <w:rsid w:val="007A683E"/>
    <w:rsid w:val="007A748B"/>
    <w:rsid w:val="007C26E1"/>
    <w:rsid w:val="007D1D65"/>
    <w:rsid w:val="007D536F"/>
    <w:rsid w:val="007E0A9E"/>
    <w:rsid w:val="007E5309"/>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8356B"/>
    <w:rsid w:val="009B2D55"/>
    <w:rsid w:val="009C0343"/>
    <w:rsid w:val="009E0D11"/>
    <w:rsid w:val="009F2253"/>
    <w:rsid w:val="00A00196"/>
    <w:rsid w:val="00A01222"/>
    <w:rsid w:val="00A24A16"/>
    <w:rsid w:val="00A37D14"/>
    <w:rsid w:val="00A6111E"/>
    <w:rsid w:val="00A6168B"/>
    <w:rsid w:val="00A62028"/>
    <w:rsid w:val="00AA5B77"/>
    <w:rsid w:val="00AA6236"/>
    <w:rsid w:val="00AB6AE7"/>
    <w:rsid w:val="00AD21F5"/>
    <w:rsid w:val="00B06225"/>
    <w:rsid w:val="00B23C7A"/>
    <w:rsid w:val="00B305F5"/>
    <w:rsid w:val="00B46FF9"/>
    <w:rsid w:val="00B47E1D"/>
    <w:rsid w:val="00B75483"/>
    <w:rsid w:val="00B94288"/>
    <w:rsid w:val="00BA7952"/>
    <w:rsid w:val="00BB44B4"/>
    <w:rsid w:val="00BB593B"/>
    <w:rsid w:val="00BC7796"/>
    <w:rsid w:val="00BF0BBF"/>
    <w:rsid w:val="00BF6C8A"/>
    <w:rsid w:val="00C05571"/>
    <w:rsid w:val="00C246CE"/>
    <w:rsid w:val="00C54711"/>
    <w:rsid w:val="00C57FA2"/>
    <w:rsid w:val="00CC2E4D"/>
    <w:rsid w:val="00CC78A5"/>
    <w:rsid w:val="00CC7B16"/>
    <w:rsid w:val="00CE15FE"/>
    <w:rsid w:val="00D02E15"/>
    <w:rsid w:val="00D04A0D"/>
    <w:rsid w:val="00D0751E"/>
    <w:rsid w:val="00D14F44"/>
    <w:rsid w:val="00D2217A"/>
    <w:rsid w:val="00D278E8"/>
    <w:rsid w:val="00D421E8"/>
    <w:rsid w:val="00D44604"/>
    <w:rsid w:val="00D479B3"/>
    <w:rsid w:val="00D51C14"/>
    <w:rsid w:val="00D52283"/>
    <w:rsid w:val="00D524E5"/>
    <w:rsid w:val="00D72FEF"/>
    <w:rsid w:val="00D73188"/>
    <w:rsid w:val="00D755FA"/>
    <w:rsid w:val="00DC4A4E"/>
    <w:rsid w:val="00DD1874"/>
    <w:rsid w:val="00DD63BD"/>
    <w:rsid w:val="00DF05DB"/>
    <w:rsid w:val="00DF7E20"/>
    <w:rsid w:val="00E172C6"/>
    <w:rsid w:val="00E24309"/>
    <w:rsid w:val="00E53D82"/>
    <w:rsid w:val="00E6587E"/>
    <w:rsid w:val="00E9330A"/>
    <w:rsid w:val="00EE6B97"/>
    <w:rsid w:val="00F12C3B"/>
    <w:rsid w:val="00F144D3"/>
    <w:rsid w:val="00F2483A"/>
    <w:rsid w:val="00F26884"/>
    <w:rsid w:val="00F640F1"/>
    <w:rsid w:val="00F72ECC"/>
    <w:rsid w:val="00F8355F"/>
    <w:rsid w:val="00F8592B"/>
    <w:rsid w:val="00FA3196"/>
    <w:rsid w:val="00FC60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5DCC6FC"/>
  <w15:docId w15:val="{54C56189-40A7-4107-90F2-E6BBDB6A1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5813A9"/>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5813A9"/>
    <w:rPr>
      <w:rFonts w:ascii="Calibri" w:hAnsi="Calibri" w:cs="Calibri"/>
      <w:noProof/>
      <w:lang w:val="en-US"/>
    </w:rPr>
  </w:style>
  <w:style w:type="paragraph" w:customStyle="1" w:styleId="EndNoteBibliography">
    <w:name w:val="EndNote Bibliography"/>
    <w:basedOn w:val="Normal"/>
    <w:link w:val="EndNoteBibliographyChar"/>
    <w:rsid w:val="005813A9"/>
    <w:rPr>
      <w:rFonts w:ascii="Calibri" w:hAnsi="Calibri" w:cs="Calibri"/>
      <w:noProof/>
      <w:lang w:val="en-US"/>
    </w:rPr>
  </w:style>
  <w:style w:type="character" w:customStyle="1" w:styleId="EndNoteBibliographyChar">
    <w:name w:val="EndNote Bibliography Char"/>
    <w:basedOn w:val="DefaultParagraphFont"/>
    <w:link w:val="EndNoteBibliography"/>
    <w:rsid w:val="005813A9"/>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644307">
      <w:bodyDiv w:val="1"/>
      <w:marLeft w:val="0"/>
      <w:marRight w:val="0"/>
      <w:marTop w:val="0"/>
      <w:marBottom w:val="0"/>
      <w:divBdr>
        <w:top w:val="none" w:sz="0" w:space="0" w:color="auto"/>
        <w:left w:val="none" w:sz="0" w:space="0" w:color="auto"/>
        <w:bottom w:val="none" w:sz="0" w:space="0" w:color="auto"/>
        <w:right w:val="none" w:sz="0" w:space="0" w:color="auto"/>
      </w:divBdr>
      <w:divsChild>
        <w:div w:id="1641494258">
          <w:marLeft w:val="562"/>
          <w:marRight w:val="0"/>
          <w:marTop w:val="86"/>
          <w:marBottom w:val="0"/>
          <w:divBdr>
            <w:top w:val="none" w:sz="0" w:space="0" w:color="auto"/>
            <w:left w:val="none" w:sz="0" w:space="0" w:color="auto"/>
            <w:bottom w:val="none" w:sz="0" w:space="0" w:color="auto"/>
            <w:right w:val="none" w:sz="0" w:space="0" w:color="auto"/>
          </w:divBdr>
        </w:div>
      </w:divsChild>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196429404">
      <w:bodyDiv w:val="1"/>
      <w:marLeft w:val="0"/>
      <w:marRight w:val="0"/>
      <w:marTop w:val="0"/>
      <w:marBottom w:val="0"/>
      <w:divBdr>
        <w:top w:val="none" w:sz="0" w:space="0" w:color="auto"/>
        <w:left w:val="none" w:sz="0" w:space="0" w:color="auto"/>
        <w:bottom w:val="none" w:sz="0" w:space="0" w:color="auto"/>
        <w:right w:val="none" w:sz="0" w:space="0" w:color="auto"/>
      </w:divBdr>
    </w:div>
    <w:div w:id="363870767">
      <w:bodyDiv w:val="1"/>
      <w:marLeft w:val="0"/>
      <w:marRight w:val="0"/>
      <w:marTop w:val="0"/>
      <w:marBottom w:val="0"/>
      <w:divBdr>
        <w:top w:val="none" w:sz="0" w:space="0" w:color="auto"/>
        <w:left w:val="none" w:sz="0" w:space="0" w:color="auto"/>
        <w:bottom w:val="none" w:sz="0" w:space="0" w:color="auto"/>
        <w:right w:val="none" w:sz="0" w:space="0" w:color="auto"/>
      </w:divBdr>
    </w:div>
    <w:div w:id="896865458">
      <w:bodyDiv w:val="1"/>
      <w:marLeft w:val="0"/>
      <w:marRight w:val="0"/>
      <w:marTop w:val="0"/>
      <w:marBottom w:val="0"/>
      <w:divBdr>
        <w:top w:val="none" w:sz="0" w:space="0" w:color="auto"/>
        <w:left w:val="none" w:sz="0" w:space="0" w:color="auto"/>
        <w:bottom w:val="none" w:sz="0" w:space="0" w:color="auto"/>
        <w:right w:val="none" w:sz="0" w:space="0" w:color="auto"/>
      </w:divBdr>
    </w:div>
    <w:div w:id="1048383042">
      <w:bodyDiv w:val="1"/>
      <w:marLeft w:val="0"/>
      <w:marRight w:val="0"/>
      <w:marTop w:val="0"/>
      <w:marBottom w:val="0"/>
      <w:divBdr>
        <w:top w:val="none" w:sz="0" w:space="0" w:color="auto"/>
        <w:left w:val="none" w:sz="0" w:space="0" w:color="auto"/>
        <w:bottom w:val="none" w:sz="0" w:space="0" w:color="auto"/>
        <w:right w:val="none" w:sz="0" w:space="0" w:color="auto"/>
      </w:divBdr>
    </w:div>
    <w:div w:id="2118789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D_Two-tier%20M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BEST_Template_D_Two-tier MC.dotx</Template>
  <TotalTime>80</TotalTime>
  <Pages>5</Pages>
  <Words>1856</Words>
  <Characters>10585</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12417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18</cp:revision>
  <cp:lastPrinted>2017-02-24T16:20:00Z</cp:lastPrinted>
  <dcterms:created xsi:type="dcterms:W3CDTF">2021-09-01T09:35:00Z</dcterms:created>
  <dcterms:modified xsi:type="dcterms:W3CDTF">2021-09-06T15:33:00Z</dcterms:modified>
</cp:coreProperties>
</file>